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1AF76" w14:textId="77777777" w:rsidR="006E5D65" w:rsidRPr="00FC15A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FC15AD">
        <w:rPr>
          <w:rFonts w:ascii="Corbel" w:hAnsi="Corbel"/>
          <w:bCs/>
          <w:i/>
        </w:rPr>
        <w:t xml:space="preserve">Załącznik nr </w:t>
      </w:r>
      <w:r w:rsidR="006F31E2" w:rsidRPr="00FC15AD">
        <w:rPr>
          <w:rFonts w:ascii="Corbel" w:hAnsi="Corbel"/>
          <w:bCs/>
          <w:i/>
        </w:rPr>
        <w:t>1.5</w:t>
      </w:r>
      <w:r w:rsidR="00D8678B" w:rsidRPr="00FC15AD">
        <w:rPr>
          <w:rFonts w:ascii="Corbel" w:hAnsi="Corbel"/>
          <w:bCs/>
          <w:i/>
        </w:rPr>
        <w:t xml:space="preserve"> do Zarządzenia</w:t>
      </w:r>
      <w:r w:rsidR="002A22BF" w:rsidRPr="00FC15AD">
        <w:rPr>
          <w:rFonts w:ascii="Corbel" w:hAnsi="Corbel"/>
          <w:bCs/>
          <w:i/>
        </w:rPr>
        <w:t xml:space="preserve"> Rektora UR </w:t>
      </w:r>
      <w:r w:rsidR="00CD6897" w:rsidRPr="00FC15AD">
        <w:rPr>
          <w:rFonts w:ascii="Corbel" w:hAnsi="Corbel"/>
          <w:bCs/>
          <w:i/>
        </w:rPr>
        <w:t xml:space="preserve"> nr </w:t>
      </w:r>
      <w:r w:rsidR="00F17567" w:rsidRPr="00FC15AD">
        <w:rPr>
          <w:rFonts w:ascii="Corbel" w:hAnsi="Corbel"/>
          <w:bCs/>
          <w:i/>
        </w:rPr>
        <w:t>12/2019</w:t>
      </w:r>
    </w:p>
    <w:p w14:paraId="74A4F005" w14:textId="77777777" w:rsidR="0085747A" w:rsidRPr="00FC15A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15AD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79E38424" w:rsidR="0085747A" w:rsidRPr="00FC15A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15A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C15AD">
        <w:rPr>
          <w:rFonts w:ascii="Corbel" w:hAnsi="Corbel"/>
          <w:b/>
          <w:smallCaps/>
          <w:sz w:val="24"/>
          <w:szCs w:val="24"/>
        </w:rPr>
        <w:t xml:space="preserve"> </w:t>
      </w:r>
      <w:r w:rsidR="00CB4CA5" w:rsidRPr="00FC15AD">
        <w:rPr>
          <w:rFonts w:ascii="Corbel" w:hAnsi="Corbel"/>
          <w:b/>
          <w:smallCaps/>
          <w:sz w:val="24"/>
          <w:szCs w:val="24"/>
        </w:rPr>
        <w:t>20</w:t>
      </w:r>
      <w:r w:rsidR="002320C0" w:rsidRPr="00FC15AD">
        <w:rPr>
          <w:rFonts w:ascii="Corbel" w:hAnsi="Corbel"/>
          <w:b/>
          <w:smallCaps/>
          <w:sz w:val="24"/>
          <w:szCs w:val="24"/>
        </w:rPr>
        <w:t>22</w:t>
      </w:r>
      <w:r w:rsidR="00CB4CA5" w:rsidRPr="00FC15AD">
        <w:rPr>
          <w:rFonts w:ascii="Corbel" w:hAnsi="Corbel"/>
          <w:b/>
          <w:smallCaps/>
          <w:sz w:val="24"/>
          <w:szCs w:val="24"/>
        </w:rPr>
        <w:t>/202</w:t>
      </w:r>
      <w:r w:rsidR="002320C0" w:rsidRPr="00FC15AD">
        <w:rPr>
          <w:rFonts w:ascii="Corbel" w:hAnsi="Corbel"/>
          <w:b/>
          <w:smallCaps/>
          <w:sz w:val="24"/>
          <w:szCs w:val="24"/>
        </w:rPr>
        <w:t>4</w:t>
      </w:r>
    </w:p>
    <w:p w14:paraId="639BC8CE" w14:textId="77777777" w:rsidR="0085747A" w:rsidRPr="00FC15A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15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C15AD">
        <w:rPr>
          <w:rFonts w:ascii="Corbel" w:hAnsi="Corbel"/>
          <w:i/>
          <w:sz w:val="20"/>
          <w:szCs w:val="20"/>
        </w:rPr>
        <w:t>(skrajne daty</w:t>
      </w:r>
      <w:r w:rsidR="0085747A" w:rsidRPr="00FC15AD">
        <w:rPr>
          <w:rFonts w:ascii="Corbel" w:hAnsi="Corbel"/>
          <w:sz w:val="20"/>
          <w:szCs w:val="20"/>
        </w:rPr>
        <w:t>)</w:t>
      </w:r>
    </w:p>
    <w:p w14:paraId="6A7367DE" w14:textId="5ECD7FA0" w:rsidR="00445970" w:rsidRPr="00FC15AD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15AD">
        <w:rPr>
          <w:rFonts w:ascii="Corbel" w:hAnsi="Corbel"/>
          <w:sz w:val="20"/>
          <w:szCs w:val="20"/>
        </w:rPr>
        <w:tab/>
      </w:r>
      <w:r w:rsidRPr="00FC15AD">
        <w:rPr>
          <w:rFonts w:ascii="Corbel" w:hAnsi="Corbel"/>
          <w:sz w:val="20"/>
          <w:szCs w:val="20"/>
        </w:rPr>
        <w:tab/>
      </w:r>
      <w:r w:rsidRPr="00FC15AD">
        <w:rPr>
          <w:rFonts w:ascii="Corbel" w:hAnsi="Corbel"/>
          <w:sz w:val="20"/>
          <w:szCs w:val="20"/>
        </w:rPr>
        <w:tab/>
      </w:r>
      <w:r w:rsidRPr="00FC15AD">
        <w:rPr>
          <w:rFonts w:ascii="Corbel" w:hAnsi="Corbel"/>
          <w:sz w:val="20"/>
          <w:szCs w:val="20"/>
        </w:rPr>
        <w:tab/>
        <w:t xml:space="preserve">Rok akademicki   </w:t>
      </w:r>
      <w:r w:rsidR="00CB4CA5" w:rsidRPr="00FC15AD">
        <w:rPr>
          <w:rFonts w:ascii="Corbel" w:hAnsi="Corbel"/>
          <w:sz w:val="20"/>
          <w:szCs w:val="20"/>
        </w:rPr>
        <w:t>20</w:t>
      </w:r>
      <w:r w:rsidR="002320C0" w:rsidRPr="00FC15AD">
        <w:rPr>
          <w:rFonts w:ascii="Corbel" w:hAnsi="Corbel"/>
          <w:sz w:val="20"/>
          <w:szCs w:val="20"/>
        </w:rPr>
        <w:t>22</w:t>
      </w:r>
      <w:r w:rsidR="00CB4CA5" w:rsidRPr="00FC15AD">
        <w:rPr>
          <w:rFonts w:ascii="Corbel" w:hAnsi="Corbel"/>
          <w:sz w:val="20"/>
          <w:szCs w:val="20"/>
        </w:rPr>
        <w:t>/202</w:t>
      </w:r>
      <w:r w:rsidR="002320C0" w:rsidRPr="00FC15AD">
        <w:rPr>
          <w:rFonts w:ascii="Corbel" w:hAnsi="Corbel"/>
          <w:sz w:val="20"/>
          <w:szCs w:val="20"/>
        </w:rPr>
        <w:t>3</w:t>
      </w:r>
    </w:p>
    <w:p w14:paraId="6864921A" w14:textId="77777777" w:rsidR="0085747A" w:rsidRPr="00FC15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FC15A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C15AD">
        <w:rPr>
          <w:rFonts w:ascii="Corbel" w:hAnsi="Corbel"/>
          <w:szCs w:val="24"/>
        </w:rPr>
        <w:t xml:space="preserve">1. </w:t>
      </w:r>
      <w:r w:rsidR="0085747A" w:rsidRPr="00FC15AD">
        <w:rPr>
          <w:rFonts w:ascii="Corbel" w:hAnsi="Corbel"/>
          <w:szCs w:val="24"/>
        </w:rPr>
        <w:t xml:space="preserve">Podstawowe </w:t>
      </w:r>
      <w:r w:rsidR="00445970" w:rsidRPr="00FC15A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C15AD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FC15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6151872B" w:rsidR="0085747A" w:rsidRPr="00FC15AD" w:rsidRDefault="00CB4CA5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Specjalne potrzeby dzieci i młodzieży w syst</w:t>
            </w:r>
            <w:r w:rsidR="002A7085" w:rsidRPr="00FC15AD">
              <w:rPr>
                <w:rFonts w:ascii="Corbel" w:hAnsi="Corbel"/>
                <w:sz w:val="24"/>
                <w:szCs w:val="24"/>
              </w:rPr>
              <w:t xml:space="preserve">emie oświaty i pomocy </w:t>
            </w:r>
          </w:p>
        </w:tc>
      </w:tr>
      <w:tr w:rsidR="0085747A" w:rsidRPr="00FC15AD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FC15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C15A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FC15A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C15AD" w14:paraId="3C4E090D" w14:textId="77777777" w:rsidTr="00B819C8">
        <w:tc>
          <w:tcPr>
            <w:tcW w:w="2694" w:type="dxa"/>
            <w:vAlign w:val="center"/>
          </w:tcPr>
          <w:p w14:paraId="38BD58AE" w14:textId="77777777" w:rsidR="0085747A" w:rsidRPr="00FC15A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C15A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1C6A66CF" w:rsidR="0085747A" w:rsidRPr="00FC15AD" w:rsidRDefault="00BB5C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C15AD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733994AE" w:rsidR="00ED72AE" w:rsidRPr="00FC15AD" w:rsidRDefault="00BB5C06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C15AD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FC15AD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 w:rsidRPr="00FC15AD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 w:rsidRPr="00FC15AD"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 w:rsidRPr="00FC15AD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FC15AD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FC15A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77777777" w:rsidR="0085747A" w:rsidRPr="00FC15AD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FC15AD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FC15AD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C15A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C15AD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77777777" w:rsidR="0085747A" w:rsidRPr="00FC15AD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FC15AD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C15AD">
              <w:rPr>
                <w:rFonts w:ascii="Corbel" w:hAnsi="Corbel"/>
                <w:sz w:val="24"/>
                <w:szCs w:val="24"/>
              </w:rPr>
              <w:t>/y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77777777" w:rsidR="0085747A" w:rsidRPr="00FC15AD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ED72AE" w:rsidRPr="00FC15AD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FC15AD">
              <w:rPr>
                <w:rFonts w:ascii="Corbel" w:hAnsi="Corbel"/>
                <w:b w:val="0"/>
                <w:sz w:val="24"/>
                <w:szCs w:val="24"/>
              </w:rPr>
              <w:t>2. semestr</w:t>
            </w:r>
          </w:p>
        </w:tc>
      </w:tr>
      <w:tr w:rsidR="0085747A" w:rsidRPr="00FC15AD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FC15AD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C15AD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FC15A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FC15AD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C15AD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77777777" w:rsidR="0085747A" w:rsidRPr="00FC15AD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15A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 w:rsidRPr="00FC15AD">
              <w:rPr>
                <w:rFonts w:ascii="Corbel" w:hAnsi="Corbel"/>
                <w:b w:val="0"/>
                <w:sz w:val="24"/>
                <w:szCs w:val="24"/>
              </w:rPr>
              <w:t>r Agnieszka Łaba-</w:t>
            </w:r>
            <w:proofErr w:type="spellStart"/>
            <w:r w:rsidR="00ED72AE" w:rsidRPr="00FC15AD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FC15AD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FC15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77777777" w:rsidR="00ED72AE" w:rsidRPr="00FC15AD" w:rsidRDefault="00ED72AE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681E32" w14:textId="77777777" w:rsidR="0085747A" w:rsidRPr="00FC15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 xml:space="preserve">* </w:t>
      </w:r>
      <w:r w:rsidRPr="00FC15AD">
        <w:rPr>
          <w:rFonts w:ascii="Corbel" w:hAnsi="Corbel"/>
          <w:i/>
          <w:sz w:val="24"/>
          <w:szCs w:val="24"/>
        </w:rPr>
        <w:t>-</w:t>
      </w:r>
      <w:r w:rsidR="00B90885" w:rsidRPr="00FC15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C15AD">
        <w:rPr>
          <w:rFonts w:ascii="Corbel" w:hAnsi="Corbel"/>
          <w:b w:val="0"/>
          <w:sz w:val="24"/>
          <w:szCs w:val="24"/>
        </w:rPr>
        <w:t>e,</w:t>
      </w:r>
      <w:r w:rsidRPr="00FC15AD">
        <w:rPr>
          <w:rFonts w:ascii="Corbel" w:hAnsi="Corbel"/>
          <w:i/>
          <w:sz w:val="24"/>
          <w:szCs w:val="24"/>
        </w:rPr>
        <w:t xml:space="preserve"> </w:t>
      </w:r>
      <w:r w:rsidRPr="00FC15A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C15AD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FC15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FC15A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>1.</w:t>
      </w:r>
      <w:r w:rsidR="00E22FBC" w:rsidRPr="00FC15AD">
        <w:rPr>
          <w:rFonts w:ascii="Corbel" w:hAnsi="Corbel"/>
          <w:sz w:val="24"/>
          <w:szCs w:val="24"/>
        </w:rPr>
        <w:t>1</w:t>
      </w:r>
      <w:r w:rsidRPr="00FC15A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FC15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C15AD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FC15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(</w:t>
            </w:r>
            <w:r w:rsidR="00363F78" w:rsidRPr="00FC15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15AD">
              <w:rPr>
                <w:rFonts w:ascii="Corbel" w:hAnsi="Corbel"/>
                <w:szCs w:val="24"/>
              </w:rPr>
              <w:t>Wykł</w:t>
            </w:r>
            <w:proofErr w:type="spellEnd"/>
            <w:r w:rsidRPr="00FC15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15AD">
              <w:rPr>
                <w:rFonts w:ascii="Corbel" w:hAnsi="Corbel"/>
                <w:szCs w:val="24"/>
              </w:rPr>
              <w:t>Konw</w:t>
            </w:r>
            <w:proofErr w:type="spellEnd"/>
            <w:r w:rsidRPr="00FC15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15AD">
              <w:rPr>
                <w:rFonts w:ascii="Corbel" w:hAnsi="Corbel"/>
                <w:szCs w:val="24"/>
              </w:rPr>
              <w:t>Sem</w:t>
            </w:r>
            <w:proofErr w:type="spellEnd"/>
            <w:r w:rsidRPr="00FC15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15AD">
              <w:rPr>
                <w:rFonts w:ascii="Corbel" w:hAnsi="Corbel"/>
                <w:szCs w:val="24"/>
              </w:rPr>
              <w:t>Prakt</w:t>
            </w:r>
            <w:proofErr w:type="spellEnd"/>
            <w:r w:rsidRPr="00FC15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15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FC15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15AD">
              <w:rPr>
                <w:rFonts w:ascii="Corbel" w:hAnsi="Corbel"/>
                <w:b/>
                <w:szCs w:val="24"/>
              </w:rPr>
              <w:t>Liczba pkt</w:t>
            </w:r>
            <w:r w:rsidR="00B90885" w:rsidRPr="00FC15AD">
              <w:rPr>
                <w:rFonts w:ascii="Corbel" w:hAnsi="Corbel"/>
                <w:b/>
                <w:szCs w:val="24"/>
              </w:rPr>
              <w:t>.</w:t>
            </w:r>
            <w:r w:rsidRPr="00FC15A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C15AD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FC15AD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77777777" w:rsidR="00015B8F" w:rsidRPr="00FC15AD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77777777" w:rsidR="00015B8F" w:rsidRPr="00FC15AD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FC15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41075CF8" w:rsidR="00015B8F" w:rsidRPr="00FC15AD" w:rsidRDefault="00900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35F1C2" w14:textId="77777777" w:rsidR="00923D7D" w:rsidRPr="00FC15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FC15A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FC15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>1.</w:t>
      </w:r>
      <w:r w:rsidR="00E22FBC" w:rsidRPr="00FC15AD">
        <w:rPr>
          <w:rFonts w:ascii="Corbel" w:hAnsi="Corbel"/>
          <w:smallCaps w:val="0"/>
          <w:szCs w:val="24"/>
        </w:rPr>
        <w:t>2</w:t>
      </w:r>
      <w:r w:rsidR="00F83B28" w:rsidRPr="00FC15AD">
        <w:rPr>
          <w:rFonts w:ascii="Corbel" w:hAnsi="Corbel"/>
          <w:smallCaps w:val="0"/>
          <w:szCs w:val="24"/>
        </w:rPr>
        <w:t>.</w:t>
      </w:r>
      <w:r w:rsidR="00F83B28" w:rsidRPr="00FC15AD">
        <w:rPr>
          <w:rFonts w:ascii="Corbel" w:hAnsi="Corbel"/>
          <w:smallCaps w:val="0"/>
          <w:szCs w:val="24"/>
        </w:rPr>
        <w:tab/>
      </w:r>
      <w:r w:rsidRPr="00FC15AD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FC15AD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C15AD">
        <w:rPr>
          <w:rFonts w:ascii="Corbel" w:eastAsia="MS Gothic" w:hAnsi="Corbel"/>
          <w:b w:val="0"/>
          <w:szCs w:val="24"/>
        </w:rPr>
        <w:sym w:font="Wingdings" w:char="F0FE"/>
      </w:r>
      <w:r w:rsidRPr="00FC15AD">
        <w:rPr>
          <w:rFonts w:ascii="Corbel" w:eastAsia="MS Gothic" w:hAnsi="Corbel"/>
          <w:b w:val="0"/>
          <w:szCs w:val="24"/>
        </w:rPr>
        <w:t xml:space="preserve"> </w:t>
      </w:r>
      <w:r w:rsidR="0085747A" w:rsidRPr="00FC15AD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FC15AD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FC15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15AD">
        <w:rPr>
          <w:rFonts w:ascii="MS Gothic" w:eastAsia="MS Gothic" w:hAnsi="MS Gothic" w:cs="MS Gothic" w:hint="eastAsia"/>
          <w:b w:val="0"/>
          <w:szCs w:val="24"/>
        </w:rPr>
        <w:t>☐</w:t>
      </w:r>
      <w:r w:rsidRPr="00FC15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BD273E" w14:textId="38F6CADF" w:rsidR="00E22FBC" w:rsidRPr="00FC15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1.3 </w:t>
      </w:r>
      <w:r w:rsidR="00F83B28" w:rsidRPr="00FC15AD">
        <w:rPr>
          <w:rFonts w:ascii="Corbel" w:hAnsi="Corbel"/>
          <w:smallCaps w:val="0"/>
          <w:szCs w:val="24"/>
        </w:rPr>
        <w:tab/>
      </w:r>
      <w:r w:rsidRPr="00FC15AD">
        <w:rPr>
          <w:rFonts w:ascii="Corbel" w:hAnsi="Corbel"/>
          <w:smallCaps w:val="0"/>
          <w:szCs w:val="24"/>
        </w:rPr>
        <w:t>For</w:t>
      </w:r>
      <w:r w:rsidR="00445970" w:rsidRPr="00FC15AD">
        <w:rPr>
          <w:rFonts w:ascii="Corbel" w:hAnsi="Corbel"/>
          <w:smallCaps w:val="0"/>
          <w:szCs w:val="24"/>
        </w:rPr>
        <w:t xml:space="preserve">ma zaliczenia przedmiotu </w:t>
      </w:r>
      <w:r w:rsidRPr="00FC15AD">
        <w:rPr>
          <w:rFonts w:ascii="Corbel" w:hAnsi="Corbel"/>
          <w:smallCaps w:val="0"/>
          <w:szCs w:val="24"/>
        </w:rPr>
        <w:t xml:space="preserve"> (z toku) </w:t>
      </w:r>
    </w:p>
    <w:p w14:paraId="6A97580D" w14:textId="77777777" w:rsidR="009C54AE" w:rsidRPr="00FC15AD" w:rsidRDefault="00ED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C15AD"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Pr="00FC15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FC15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15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15AD" w14:paraId="06450B41" w14:textId="77777777" w:rsidTr="00745302">
        <w:tc>
          <w:tcPr>
            <w:tcW w:w="9670" w:type="dxa"/>
          </w:tcPr>
          <w:p w14:paraId="655DC7EF" w14:textId="77777777" w:rsidR="0085747A" w:rsidRPr="00FC15AD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FC15A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Pr="00FC15A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FC15A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15AD">
        <w:rPr>
          <w:rFonts w:ascii="Corbel" w:hAnsi="Corbel"/>
          <w:szCs w:val="24"/>
        </w:rPr>
        <w:t>3.</w:t>
      </w:r>
      <w:r w:rsidR="0085747A" w:rsidRPr="00FC15AD">
        <w:rPr>
          <w:rFonts w:ascii="Corbel" w:hAnsi="Corbel"/>
          <w:szCs w:val="24"/>
        </w:rPr>
        <w:t xml:space="preserve"> </w:t>
      </w:r>
      <w:r w:rsidR="00A84C85" w:rsidRPr="00FC15AD">
        <w:rPr>
          <w:rFonts w:ascii="Corbel" w:hAnsi="Corbel"/>
          <w:szCs w:val="24"/>
        </w:rPr>
        <w:t>cele, efekty uczenia się</w:t>
      </w:r>
      <w:r w:rsidR="0085747A" w:rsidRPr="00FC15AD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Pr="00FC15A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 xml:space="preserve">3.1 </w:t>
      </w:r>
      <w:r w:rsidR="00C05F44" w:rsidRPr="00FC15AD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FC15AD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FC15AD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FC15AD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Zaznajomienie z wybranymi koncepcjami z zakresu istoty</w:t>
            </w:r>
            <w:r w:rsidRPr="00FC15AD">
              <w:rPr>
                <w:rFonts w:ascii="Corbel" w:hAnsi="Corbel"/>
                <w:sz w:val="24"/>
                <w:szCs w:val="24"/>
              </w:rPr>
              <w:tab/>
              <w:t xml:space="preserve"> kształcenia i wychowania dzieci i młodzieży ze specjalnymi potrzebami edukacyjnymi</w:t>
            </w:r>
            <w:r w:rsidR="002639F6" w:rsidRPr="00FC15AD">
              <w:rPr>
                <w:rFonts w:ascii="Corbel" w:hAnsi="Corbel"/>
                <w:sz w:val="24"/>
                <w:szCs w:val="24"/>
              </w:rPr>
              <w:t>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FC15AD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FC15AD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FC15AD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 w:rsidRPr="00FC15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FC15AD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FC15AD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FC15AD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potrzebami edukacyjnymi i ich rodziców jak i opiekunów.</w:t>
            </w:r>
          </w:p>
        </w:tc>
      </w:tr>
    </w:tbl>
    <w:p w14:paraId="3F38F994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FC15A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b/>
          <w:sz w:val="24"/>
          <w:szCs w:val="24"/>
        </w:rPr>
        <w:t xml:space="preserve">3.2 </w:t>
      </w:r>
      <w:r w:rsidR="001D7B54" w:rsidRPr="00FC15AD">
        <w:rPr>
          <w:rFonts w:ascii="Corbel" w:hAnsi="Corbel"/>
          <w:b/>
          <w:sz w:val="24"/>
          <w:szCs w:val="24"/>
        </w:rPr>
        <w:t xml:space="preserve">Efekty </w:t>
      </w:r>
      <w:r w:rsidR="00C05F44" w:rsidRPr="00FC15A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C15AD">
        <w:rPr>
          <w:rFonts w:ascii="Corbel" w:hAnsi="Corbel"/>
          <w:b/>
          <w:sz w:val="24"/>
          <w:szCs w:val="24"/>
        </w:rPr>
        <w:t>dla przedmiotu</w:t>
      </w:r>
      <w:r w:rsidR="00445970" w:rsidRPr="00FC15AD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FC15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C15AD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FC15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C15A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C15A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2F5C67D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4E1F4CE" w14:textId="59CC9F32" w:rsidR="00D670A0" w:rsidRPr="00FC15AD" w:rsidRDefault="00D670A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FC15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C15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C15AD" w14:paraId="7854B0EA" w14:textId="77777777" w:rsidTr="00ED72AE">
        <w:tc>
          <w:tcPr>
            <w:tcW w:w="1681" w:type="dxa"/>
          </w:tcPr>
          <w:p w14:paraId="5C258079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15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FC15AD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2A7085" w:rsidRPr="00FC15AD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 w:rsidRPr="00FC15AD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FC15AD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FC15AD" w14:paraId="1CD4B803" w14:textId="77777777" w:rsidTr="00ED72AE">
        <w:tc>
          <w:tcPr>
            <w:tcW w:w="1681" w:type="dxa"/>
          </w:tcPr>
          <w:p w14:paraId="6413F405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FC15AD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FC15AD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FC15AD" w14:paraId="6A837D42" w14:textId="77777777" w:rsidTr="00ED72AE">
        <w:tc>
          <w:tcPr>
            <w:tcW w:w="1681" w:type="dxa"/>
          </w:tcPr>
          <w:p w14:paraId="27A404C9" w14:textId="77777777" w:rsidR="0085747A" w:rsidRPr="00FC15AD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FC15AD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FC15AD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 w:rsidRPr="00FC15AD"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 w:rsidRPr="00FC15A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FC15AD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FC15AD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C15A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FC15AD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FC15AD">
              <w:rPr>
                <w:rFonts w:ascii="Corbel" w:hAnsi="Corbel"/>
                <w:sz w:val="24"/>
                <w:szCs w:val="24"/>
              </w:rPr>
              <w:t>wobec uczniów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 w:rsidRPr="00FC15AD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 w:rsidRPr="00FC15A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FC15AD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FC15AD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 w:rsidRPr="00FC15AD">
              <w:rPr>
                <w:rFonts w:ascii="Corbel" w:hAnsi="Corbel"/>
                <w:sz w:val="24"/>
                <w:szCs w:val="24"/>
              </w:rPr>
              <w:t>z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 w:rsidRPr="00FC15AD"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 w:rsidRPr="00FC15AD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 w:rsidRPr="00FC15AD">
              <w:rPr>
                <w:rFonts w:ascii="Corbel" w:hAnsi="Corbel"/>
                <w:sz w:val="24"/>
                <w:szCs w:val="24"/>
              </w:rPr>
              <w:t>rozwojowymi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FC15AD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FC15AD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FC15AD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 w:rsidRPr="00FC15AD">
              <w:rPr>
                <w:rFonts w:ascii="Corbel" w:hAnsi="Corbel"/>
                <w:sz w:val="24"/>
                <w:szCs w:val="24"/>
              </w:rPr>
              <w:t xml:space="preserve"> w celu pomocy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FC15AD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FC15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15AD">
        <w:rPr>
          <w:rFonts w:ascii="Corbel" w:hAnsi="Corbel"/>
          <w:b/>
          <w:sz w:val="24"/>
          <w:szCs w:val="24"/>
        </w:rPr>
        <w:t>3.3</w:t>
      </w:r>
      <w:r w:rsidR="001D7B54" w:rsidRPr="00FC15AD">
        <w:rPr>
          <w:rFonts w:ascii="Corbel" w:hAnsi="Corbel"/>
          <w:b/>
          <w:sz w:val="24"/>
          <w:szCs w:val="24"/>
        </w:rPr>
        <w:t xml:space="preserve"> </w:t>
      </w:r>
      <w:r w:rsidR="0085747A" w:rsidRPr="00FC15AD">
        <w:rPr>
          <w:rFonts w:ascii="Corbel" w:hAnsi="Corbel"/>
          <w:b/>
          <w:sz w:val="24"/>
          <w:szCs w:val="24"/>
        </w:rPr>
        <w:t>T</w:t>
      </w:r>
      <w:r w:rsidR="001D7B54" w:rsidRPr="00FC15A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C15AD">
        <w:rPr>
          <w:rFonts w:ascii="Corbel" w:hAnsi="Corbel"/>
          <w:sz w:val="24"/>
          <w:szCs w:val="24"/>
        </w:rPr>
        <w:t xml:space="preserve">  </w:t>
      </w:r>
    </w:p>
    <w:p w14:paraId="41304DF6" w14:textId="77777777" w:rsidR="0085747A" w:rsidRPr="00FC15A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leGrid"/>
        <w:tblW w:w="9640" w:type="dxa"/>
        <w:tblInd w:w="111" w:type="dxa"/>
        <w:tblLook w:val="04A0" w:firstRow="1" w:lastRow="0" w:firstColumn="1" w:lastColumn="0" w:noHBand="0" w:noVBand="1"/>
      </w:tblPr>
      <w:tblGrid>
        <w:gridCol w:w="9640"/>
      </w:tblGrid>
      <w:tr w:rsidR="00A625CA" w:rsidRPr="00FC15AD" w14:paraId="274A7BFB" w14:textId="77777777" w:rsidTr="00CA5BF1"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AF5" w14:textId="77777777" w:rsidR="00A625CA" w:rsidRPr="00FC15AD" w:rsidRDefault="00A625CA" w:rsidP="00B179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758" w:rsidRPr="00FC15AD" w14:paraId="12822672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31323" w14:textId="77777777" w:rsidR="00A625CA" w:rsidRPr="00FC15AD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Problemy rozwojowe</w:t>
            </w:r>
            <w:r w:rsidR="00A625CA" w:rsidRPr="00FC15AD">
              <w:rPr>
                <w:rFonts w:ascii="Corbel" w:hAnsi="Corbel"/>
                <w:sz w:val="24"/>
                <w:szCs w:val="24"/>
              </w:rPr>
              <w:t xml:space="preserve"> dziecka a specjalne potrzeby. </w:t>
            </w:r>
          </w:p>
        </w:tc>
      </w:tr>
      <w:tr w:rsidR="00A625CA" w:rsidRPr="00FC15AD" w14:paraId="594A765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94A" w14:textId="028143EE" w:rsidR="00A625CA" w:rsidRPr="00FC15AD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</w:t>
            </w:r>
            <w:r w:rsidR="00C3134E" w:rsidRPr="00FC15AD">
              <w:rPr>
                <w:rFonts w:ascii="Corbel" w:hAnsi="Corbel"/>
                <w:sz w:val="24"/>
                <w:szCs w:val="24"/>
              </w:rPr>
              <w:t xml:space="preserve">. Przegląd </w:t>
            </w:r>
            <w:r w:rsidRPr="00FC15AD">
              <w:rPr>
                <w:rFonts w:ascii="Corbel" w:hAnsi="Corbel"/>
                <w:sz w:val="24"/>
                <w:szCs w:val="24"/>
              </w:rPr>
              <w:t>aktualnych regulacji prawnych.</w:t>
            </w:r>
          </w:p>
        </w:tc>
      </w:tr>
      <w:tr w:rsidR="00C92758" w:rsidRPr="00FC15AD" w14:paraId="09B5548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9665" w14:textId="77777777" w:rsidR="00C92758" w:rsidRPr="00FC15AD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Wczesne wspomaganie rozwoju dziecka.</w:t>
            </w:r>
          </w:p>
        </w:tc>
      </w:tr>
      <w:tr w:rsidR="00C92758" w:rsidRPr="00FC15AD" w14:paraId="1ECC7317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26A6" w14:textId="77777777" w:rsidR="00C92758" w:rsidRPr="00FC15AD" w:rsidRDefault="00A625CA" w:rsidP="00EA6737">
            <w:pPr>
              <w:spacing w:after="0" w:line="240" w:lineRule="auto"/>
              <w:ind w:right="1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lastRenderedPageBreak/>
              <w:t>Style i strategie pracy</w:t>
            </w:r>
            <w:r w:rsidR="00C92758" w:rsidRPr="00FC15AD">
              <w:rPr>
                <w:rFonts w:ascii="Corbel" w:hAnsi="Corbel"/>
                <w:sz w:val="24"/>
                <w:szCs w:val="24"/>
              </w:rPr>
              <w:t xml:space="preserve"> pedagogicznej z uczniem ze specjalnymi potrzebami edukacyjnymi – poziom diagnostyczny, poziom programowy, poziom praktyczny.</w:t>
            </w:r>
          </w:p>
        </w:tc>
      </w:tr>
      <w:tr w:rsidR="00C92758" w:rsidRPr="00FC15AD" w14:paraId="463F87A6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0975" w14:textId="27DBD35A" w:rsidR="00C92758" w:rsidRPr="00FC15AD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</w:t>
            </w:r>
            <w:r w:rsidR="00C92758" w:rsidRPr="00FC15AD">
              <w:rPr>
                <w:rFonts w:ascii="Corbel" w:hAnsi="Corbel"/>
                <w:sz w:val="24"/>
                <w:szCs w:val="24"/>
              </w:rPr>
              <w:t>ształceni</w:t>
            </w:r>
            <w:r w:rsidR="004C398B" w:rsidRPr="00FC15AD">
              <w:rPr>
                <w:rFonts w:ascii="Corbel" w:hAnsi="Corbel"/>
                <w:sz w:val="24"/>
                <w:szCs w:val="24"/>
              </w:rPr>
              <w:t>e</w:t>
            </w:r>
            <w:r w:rsidR="00C92758" w:rsidRPr="00FC15AD">
              <w:rPr>
                <w:rFonts w:ascii="Corbel" w:hAnsi="Corbel"/>
                <w:sz w:val="24"/>
                <w:szCs w:val="24"/>
              </w:rPr>
              <w:t xml:space="preserve"> i wychowani</w:t>
            </w:r>
            <w:r w:rsidR="004C398B" w:rsidRPr="00FC15AD">
              <w:rPr>
                <w:rFonts w:ascii="Corbel" w:hAnsi="Corbel"/>
                <w:sz w:val="24"/>
                <w:szCs w:val="24"/>
              </w:rPr>
              <w:t>e</w:t>
            </w:r>
            <w:r w:rsidR="00C92758" w:rsidRPr="00FC15AD">
              <w:rPr>
                <w:rFonts w:ascii="Corbel" w:hAnsi="Corbel"/>
                <w:sz w:val="24"/>
                <w:szCs w:val="24"/>
              </w:rPr>
              <w:t xml:space="preserve"> uczniów ze spec</w:t>
            </w:r>
            <w:r w:rsidRPr="00FC15AD"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4C398B" w:rsidRPr="00FC15AD">
              <w:rPr>
                <w:rFonts w:ascii="Corbel" w:hAnsi="Corbel"/>
                <w:sz w:val="24"/>
                <w:szCs w:val="24"/>
              </w:rPr>
              <w:t>. P</w:t>
            </w:r>
            <w:r w:rsidRPr="00FC15AD">
              <w:rPr>
                <w:rFonts w:ascii="Corbel" w:hAnsi="Corbel"/>
                <w:sz w:val="24"/>
                <w:szCs w:val="24"/>
              </w:rPr>
              <w:t>rzegląd wybranych koncepcji.</w:t>
            </w:r>
          </w:p>
        </w:tc>
      </w:tr>
    </w:tbl>
    <w:p w14:paraId="0E43C359" w14:textId="77777777" w:rsidR="00C92758" w:rsidRPr="00FC15AD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2D0C65B2" w:rsidR="0085747A" w:rsidRPr="00FC15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>Problematyka ćwiczeń audytoryjnych</w:t>
      </w:r>
    </w:p>
    <w:p w14:paraId="4FA62AC4" w14:textId="77777777" w:rsidR="009B3572" w:rsidRPr="00FC15AD" w:rsidRDefault="009B3572" w:rsidP="009B357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15AD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FC15A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5CA" w:rsidRPr="00FC15AD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3252E95E" w:rsidR="00A625CA" w:rsidRPr="00FC15AD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FC15AD">
              <w:rPr>
                <w:rFonts w:ascii="Corbel" w:hAnsi="Corbel"/>
                <w:sz w:val="24"/>
              </w:rPr>
              <w:t>Wyzwania</w:t>
            </w:r>
            <w:r w:rsidR="007146CB" w:rsidRPr="00FC15AD">
              <w:rPr>
                <w:rFonts w:ascii="Corbel" w:hAnsi="Corbel"/>
                <w:sz w:val="24"/>
              </w:rPr>
              <w:t xml:space="preserve"> w obszarze</w:t>
            </w:r>
            <w:r w:rsidRPr="00FC15AD">
              <w:rPr>
                <w:rFonts w:ascii="Corbel" w:hAnsi="Corbel"/>
                <w:sz w:val="24"/>
              </w:rPr>
              <w:t xml:space="preserve"> edukacji i rewalidacji. </w:t>
            </w:r>
          </w:p>
        </w:tc>
      </w:tr>
      <w:tr w:rsidR="00A625CA" w:rsidRPr="00FC15AD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01BCC700" w:rsidR="00A625CA" w:rsidRPr="00FC15AD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FC15AD">
              <w:rPr>
                <w:rFonts w:ascii="Corbel" w:hAnsi="Corbel"/>
                <w:sz w:val="24"/>
              </w:rPr>
              <w:t xml:space="preserve">Seksualność młodzieży z </w:t>
            </w:r>
            <w:r w:rsidR="007146CB" w:rsidRPr="00FC15AD">
              <w:rPr>
                <w:rFonts w:ascii="Corbel" w:hAnsi="Corbel"/>
                <w:sz w:val="24"/>
              </w:rPr>
              <w:t xml:space="preserve">różnymi </w:t>
            </w:r>
            <w:r w:rsidRPr="00FC15AD">
              <w:rPr>
                <w:rFonts w:ascii="Corbel" w:hAnsi="Corbel"/>
                <w:sz w:val="24"/>
              </w:rPr>
              <w:t>niepełnosprawności</w:t>
            </w:r>
            <w:r w:rsidR="007146CB" w:rsidRPr="00FC15AD">
              <w:rPr>
                <w:rFonts w:ascii="Corbel" w:hAnsi="Corbel"/>
                <w:sz w:val="24"/>
              </w:rPr>
              <w:t>ami</w:t>
            </w:r>
            <w:r w:rsidRPr="00FC15AD">
              <w:rPr>
                <w:rFonts w:ascii="Corbel" w:hAnsi="Corbel"/>
                <w:sz w:val="24"/>
              </w:rPr>
              <w:t xml:space="preserve">. </w:t>
            </w:r>
          </w:p>
        </w:tc>
      </w:tr>
      <w:tr w:rsidR="00A625CA" w:rsidRPr="00FC15AD" w14:paraId="1BFE3B12" w14:textId="77777777" w:rsidTr="00CA5BF1">
        <w:trPr>
          <w:trHeight w:val="283"/>
        </w:trPr>
        <w:tc>
          <w:tcPr>
            <w:tcW w:w="9520" w:type="dxa"/>
          </w:tcPr>
          <w:p w14:paraId="7A2FEF5A" w14:textId="77777777" w:rsidR="00A625CA" w:rsidRPr="00FC15AD" w:rsidRDefault="00A625CA" w:rsidP="00EA6737">
            <w:pPr>
              <w:spacing w:after="0" w:line="240" w:lineRule="auto"/>
              <w:rPr>
                <w:rFonts w:ascii="Corbel" w:hAnsi="Corbel"/>
              </w:rPr>
            </w:pPr>
            <w:r w:rsidRPr="00FC15AD">
              <w:rPr>
                <w:rFonts w:ascii="Corbel" w:hAnsi="Corbel"/>
                <w:sz w:val="24"/>
              </w:rPr>
              <w:t>Plany, aspiracje i dążenia życiowe młodzieży z niepełnosprawnością .</w:t>
            </w:r>
          </w:p>
        </w:tc>
      </w:tr>
      <w:tr w:rsidR="00A625CA" w:rsidRPr="00FC15AD" w14:paraId="6BA3F8B9" w14:textId="77777777" w:rsidTr="00CA5BF1">
        <w:trPr>
          <w:trHeight w:val="283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042" w14:textId="797002E4" w:rsidR="00A625CA" w:rsidRPr="00FC15AD" w:rsidRDefault="00E965FA" w:rsidP="00E965FA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15AD">
              <w:rPr>
                <w:rFonts w:ascii="Corbel" w:hAnsi="Corbel"/>
                <w:sz w:val="24"/>
              </w:rPr>
              <w:t>Działania edukacyjno-terapeutyczne i opiekuńcze wobec dzieci i młodzieży ze specjalnymi potrzebami. Działania wspierające na rzecz  rodzin dzieci i młodzieży ze specjalnymi potrzebami - ćwiczenia praktyczne.</w:t>
            </w:r>
          </w:p>
        </w:tc>
      </w:tr>
    </w:tbl>
    <w:p w14:paraId="0C89CC9F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FC15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>3.4 Metody dydaktyczne</w:t>
      </w:r>
      <w:r w:rsidRPr="00FC15AD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04A1C" w14:textId="77777777" w:rsidR="00153C41" w:rsidRPr="00FC15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15AD">
        <w:rPr>
          <w:rFonts w:ascii="Corbel" w:hAnsi="Corbel"/>
          <w:b w:val="0"/>
          <w:smallCaps w:val="0"/>
          <w:szCs w:val="24"/>
        </w:rPr>
        <w:t>W</w:t>
      </w:r>
      <w:r w:rsidR="0085747A" w:rsidRPr="00FC15AD">
        <w:rPr>
          <w:rFonts w:ascii="Corbel" w:hAnsi="Corbel"/>
          <w:b w:val="0"/>
          <w:smallCaps w:val="0"/>
          <w:szCs w:val="24"/>
        </w:rPr>
        <w:t>ykład</w:t>
      </w:r>
      <w:r w:rsidRPr="00FC15AD">
        <w:rPr>
          <w:rFonts w:ascii="Corbel" w:hAnsi="Corbel"/>
          <w:b w:val="0"/>
          <w:smallCaps w:val="0"/>
          <w:szCs w:val="24"/>
        </w:rPr>
        <w:t>: wykład</w:t>
      </w:r>
      <w:r w:rsidR="0085747A" w:rsidRPr="00FC15AD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FC15AD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FC15AD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14:paraId="5607DB0E" w14:textId="77777777" w:rsidR="0085747A" w:rsidRPr="00FC15AD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C15AD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FC15AD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FC15AD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FC15AD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FC15AD">
        <w:rPr>
          <w:rFonts w:ascii="Corbel" w:hAnsi="Corbel"/>
          <w:b w:val="0"/>
          <w:smallCaps w:val="0"/>
          <w:szCs w:val="24"/>
        </w:rPr>
        <w:t>praca w </w:t>
      </w:r>
      <w:r w:rsidR="0085747A" w:rsidRPr="00FC15AD">
        <w:rPr>
          <w:rFonts w:ascii="Corbel" w:hAnsi="Corbel"/>
          <w:b w:val="0"/>
          <w:smallCaps w:val="0"/>
          <w:szCs w:val="24"/>
        </w:rPr>
        <w:t>grupach</w:t>
      </w:r>
      <w:r w:rsidR="0071620A" w:rsidRPr="00FC15AD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FC15AD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FC15AD">
        <w:rPr>
          <w:rFonts w:ascii="Corbel" w:hAnsi="Corbel"/>
          <w:b w:val="0"/>
          <w:smallCaps w:val="0"/>
          <w:szCs w:val="24"/>
        </w:rPr>
        <w:t>,</w:t>
      </w:r>
      <w:r w:rsidR="0085747A" w:rsidRPr="00FC15AD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FC15AD">
        <w:rPr>
          <w:rFonts w:ascii="Corbel" w:hAnsi="Corbel"/>
          <w:b w:val="0"/>
          <w:smallCaps w:val="0"/>
          <w:szCs w:val="24"/>
        </w:rPr>
        <w:t>)</w:t>
      </w:r>
      <w:r w:rsidR="00BF2C41" w:rsidRPr="00FC15AD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FC15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Pr="00FC15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FC15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4. </w:t>
      </w:r>
      <w:r w:rsidR="0085747A" w:rsidRPr="00FC15AD">
        <w:rPr>
          <w:rFonts w:ascii="Corbel" w:hAnsi="Corbel"/>
          <w:smallCaps w:val="0"/>
          <w:szCs w:val="24"/>
        </w:rPr>
        <w:t>METODY I KRYTERIA OCENY</w:t>
      </w:r>
      <w:r w:rsidR="009F4610" w:rsidRPr="00FC15AD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FC15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FC15A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C15AD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C15AD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FC15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FC15A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7A1FBB" w14:textId="77777777" w:rsidR="0085747A" w:rsidRPr="00FC15A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C1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FC15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FC15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C15A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C15A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083F" w:rsidRPr="00FC15AD" w14:paraId="529E4640" w14:textId="77777777" w:rsidTr="00C92758">
        <w:tc>
          <w:tcPr>
            <w:tcW w:w="1962" w:type="dxa"/>
          </w:tcPr>
          <w:p w14:paraId="6744AEAA" w14:textId="7DA91330" w:rsidR="009D083F" w:rsidRPr="00FC15AD" w:rsidRDefault="00797538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241D7C86" w:rsidR="009D083F" w:rsidRPr="00FC15AD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82871B0" w14:textId="77777777" w:rsidR="009D083F" w:rsidRPr="00FC15AD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FC15AD" w14:paraId="78004494" w14:textId="77777777" w:rsidTr="00C92758">
        <w:tc>
          <w:tcPr>
            <w:tcW w:w="1962" w:type="dxa"/>
          </w:tcPr>
          <w:p w14:paraId="1CF9F2DF" w14:textId="77777777" w:rsidR="009D083F" w:rsidRPr="00FC15AD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7BCD411E" w:rsidR="009D083F" w:rsidRPr="00FC15AD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2D7EE412" w14:textId="77777777" w:rsidR="009D083F" w:rsidRPr="00FC15AD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FC15AD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D083F" w:rsidRPr="00FC15AD" w:rsidRDefault="00BC304F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2DE6079" w:rsidR="009D083F" w:rsidRPr="00FC15AD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K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77777777" w:rsidR="009D083F" w:rsidRPr="00FC15AD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w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D1016A" w:rsidRPr="00FC15AD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D1016A" w:rsidRPr="00FC15AD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1A1DC230" w:rsidR="00D1016A" w:rsidRPr="00FC15AD" w:rsidRDefault="00797538" w:rsidP="00797538">
            <w:pPr>
              <w:spacing w:after="120" w:line="240" w:lineRule="auto"/>
            </w:pPr>
            <w:r w:rsidRPr="00FC15AD">
              <w:rPr>
                <w:rFonts w:ascii="Corbel" w:hAnsi="Corbel"/>
                <w:sz w:val="24"/>
                <w:szCs w:val="24"/>
              </w:rPr>
              <w:t>O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77777777" w:rsidR="00D1016A" w:rsidRPr="00FC15AD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016A" w:rsidRPr="00FC15AD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D1016A" w:rsidRPr="00FC15AD" w:rsidRDefault="00BC304F" w:rsidP="00D1016A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1EB91316" w:rsidR="00D1016A" w:rsidRPr="00FC15AD" w:rsidRDefault="00797538" w:rsidP="00797538">
            <w:pPr>
              <w:spacing w:after="120" w:line="240" w:lineRule="auto"/>
            </w:pPr>
            <w:r w:rsidRPr="00FC15AD">
              <w:rPr>
                <w:rFonts w:ascii="Corbel" w:hAnsi="Corbel"/>
                <w:sz w:val="24"/>
                <w:szCs w:val="24"/>
              </w:rPr>
              <w:t>O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7777777" w:rsidR="00D1016A" w:rsidRPr="00FC15AD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D083F" w:rsidRPr="00FC15AD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D083F" w:rsidRPr="00FC15AD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3F674F09" w:rsidR="009D083F" w:rsidRPr="00FC15AD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O</w:t>
            </w:r>
            <w:r w:rsidR="009D083F" w:rsidRPr="00FC15AD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77777777" w:rsidR="009D083F" w:rsidRPr="00FC15AD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94F30C" w14:textId="77777777" w:rsidR="00923D7D" w:rsidRPr="00FC15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FC15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4.2 </w:t>
      </w:r>
      <w:r w:rsidR="0085747A" w:rsidRPr="00FC15A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C15AD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Pr="00FC15A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46E301" w14:textId="77777777" w:rsidR="00243ECC" w:rsidRPr="00FC15AD" w:rsidRDefault="00243ECC" w:rsidP="00243E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FC15AD">
        <w:rPr>
          <w:rFonts w:ascii="Corbel" w:hAnsi="Corbel"/>
          <w:sz w:val="24"/>
          <w:szCs w:val="24"/>
        </w:rPr>
        <w:t>Pozytywna ocena z kolokwium obejmującego treści programowe realizowane w ramach ćwiczeń i wykładów. Aktywność na zajęciach, praca w grupach, dyskusja.</w:t>
      </w:r>
    </w:p>
    <w:p w14:paraId="077F6CA4" w14:textId="77777777" w:rsidR="00243ECC" w:rsidRPr="00FC15AD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FC15A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C15AD">
        <w:rPr>
          <w:rFonts w:ascii="Corbel" w:hAnsi="Corbel"/>
          <w:b/>
          <w:sz w:val="24"/>
          <w:szCs w:val="24"/>
        </w:rPr>
        <w:t xml:space="preserve">5. </w:t>
      </w:r>
      <w:r w:rsidR="00C61DC5" w:rsidRPr="00FC15A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FC15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C15AD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FC15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15A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C15A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C15A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FC15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15A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C15A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C15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C15A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C15AD" w14:paraId="6D9078C5" w14:textId="77777777" w:rsidTr="00923D7D">
        <w:tc>
          <w:tcPr>
            <w:tcW w:w="4962" w:type="dxa"/>
          </w:tcPr>
          <w:p w14:paraId="4018964C" w14:textId="77777777" w:rsidR="0085747A" w:rsidRPr="00FC15A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G</w:t>
            </w:r>
            <w:r w:rsidR="0085747A" w:rsidRPr="00FC15A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C15A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C15A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C15A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C15A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FC15AD">
              <w:rPr>
                <w:rFonts w:ascii="Corbel" w:hAnsi="Corbel"/>
                <w:sz w:val="24"/>
                <w:szCs w:val="24"/>
              </w:rPr>
              <w:t> </w:t>
            </w:r>
            <w:r w:rsidR="0045729E" w:rsidRPr="00FC15A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C15A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C15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77777777" w:rsidR="0085747A" w:rsidRPr="00FC15AD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C15AD" w14:paraId="4E6F89E4" w14:textId="77777777" w:rsidTr="00923D7D">
        <w:tc>
          <w:tcPr>
            <w:tcW w:w="4962" w:type="dxa"/>
          </w:tcPr>
          <w:p w14:paraId="5A760B1C" w14:textId="77777777" w:rsidR="00C61DC5" w:rsidRPr="00FC15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FC15A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FC15AD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FC15AD">
              <w:rPr>
                <w:rFonts w:ascii="Corbel" w:hAnsi="Corbel"/>
                <w:sz w:val="24"/>
                <w:szCs w:val="24"/>
              </w:rPr>
              <w:t>w kolokwium</w:t>
            </w:r>
            <w:r w:rsidRPr="00FC15A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02781101" w:rsidR="00C61DC5" w:rsidRPr="00FC15AD" w:rsidRDefault="00D670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FC15AD" w14:paraId="297C66C3" w14:textId="77777777" w:rsidTr="00923D7D">
        <w:tc>
          <w:tcPr>
            <w:tcW w:w="4962" w:type="dxa"/>
          </w:tcPr>
          <w:p w14:paraId="2809C4CC" w14:textId="6BB51F89" w:rsidR="0071620A" w:rsidRPr="00FC15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D74F4">
              <w:rPr>
                <w:rFonts w:ascii="Corbel" w:hAnsi="Corbel"/>
                <w:sz w:val="24"/>
                <w:szCs w:val="24"/>
              </w:rPr>
              <w:t>:</w:t>
            </w:r>
          </w:p>
          <w:p w14:paraId="67DA6F14" w14:textId="77777777" w:rsidR="006D74F4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410EDE1" w14:textId="77777777" w:rsidR="006D74F4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9CF9F34" w14:textId="7E00A834" w:rsidR="00C61DC5" w:rsidRPr="00FC15AD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4D1B403E" w14:textId="25FA6AEE" w:rsidR="00C61DC5" w:rsidRPr="00FC15AD" w:rsidRDefault="006D74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D670A0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D670A0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D670A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FC15AD" w14:paraId="5234DFE7" w14:textId="77777777" w:rsidTr="00923D7D">
        <w:tc>
          <w:tcPr>
            <w:tcW w:w="4962" w:type="dxa"/>
          </w:tcPr>
          <w:p w14:paraId="247F1152" w14:textId="77777777" w:rsidR="0085747A" w:rsidRPr="00FC15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1EE95E10" w:rsidR="0085747A" w:rsidRPr="00FC15AD" w:rsidRDefault="002320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FC15AD" w14:paraId="6D6D6A45" w14:textId="77777777" w:rsidTr="00923D7D">
        <w:tc>
          <w:tcPr>
            <w:tcW w:w="4962" w:type="dxa"/>
          </w:tcPr>
          <w:p w14:paraId="517E956E" w14:textId="77777777" w:rsidR="0085747A" w:rsidRPr="00FC15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15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5E807057" w:rsidR="0085747A" w:rsidRPr="00FC15AD" w:rsidRDefault="002320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92B994" w14:textId="77777777" w:rsidR="0085747A" w:rsidRPr="00FC15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C15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C15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FC15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FC15A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6. </w:t>
      </w:r>
      <w:r w:rsidR="0085747A" w:rsidRPr="00FC15AD">
        <w:rPr>
          <w:rFonts w:ascii="Corbel" w:hAnsi="Corbel"/>
          <w:smallCaps w:val="0"/>
          <w:szCs w:val="24"/>
        </w:rPr>
        <w:t>PRAKTYKI ZAWO</w:t>
      </w:r>
      <w:r w:rsidR="009C1331" w:rsidRPr="00FC15AD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FC15A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C15AD" w14:paraId="45F3FCAF" w14:textId="77777777" w:rsidTr="0071620A">
        <w:trPr>
          <w:trHeight w:val="397"/>
        </w:trPr>
        <w:tc>
          <w:tcPr>
            <w:tcW w:w="3544" w:type="dxa"/>
          </w:tcPr>
          <w:p w14:paraId="5F3ABCE0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6CBF4E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C15AD" w14:paraId="6494B33B" w14:textId="77777777" w:rsidTr="0071620A">
        <w:trPr>
          <w:trHeight w:val="397"/>
        </w:trPr>
        <w:tc>
          <w:tcPr>
            <w:tcW w:w="3544" w:type="dxa"/>
          </w:tcPr>
          <w:p w14:paraId="3C31AE66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FC5D50" w14:textId="77777777" w:rsidR="0085747A" w:rsidRPr="00FC15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FC15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FC15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15AD">
        <w:rPr>
          <w:rFonts w:ascii="Corbel" w:hAnsi="Corbel"/>
          <w:smallCaps w:val="0"/>
          <w:szCs w:val="24"/>
        </w:rPr>
        <w:t xml:space="preserve">7. </w:t>
      </w:r>
      <w:r w:rsidR="0085747A" w:rsidRPr="00FC15AD">
        <w:rPr>
          <w:rFonts w:ascii="Corbel" w:hAnsi="Corbel"/>
          <w:smallCaps w:val="0"/>
          <w:szCs w:val="24"/>
        </w:rPr>
        <w:t>LITERATURA</w:t>
      </w:r>
      <w:r w:rsidRPr="00FC15AD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FC15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15AD" w14:paraId="69B5878C" w14:textId="77777777" w:rsidTr="0071620A">
        <w:trPr>
          <w:trHeight w:val="397"/>
        </w:trPr>
        <w:tc>
          <w:tcPr>
            <w:tcW w:w="7513" w:type="dxa"/>
          </w:tcPr>
          <w:p w14:paraId="5079D8A3" w14:textId="77777777" w:rsidR="0085747A" w:rsidRPr="00FC15AD" w:rsidRDefault="0085747A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78CF76" w14:textId="77777777" w:rsidR="009E6BA0" w:rsidRPr="00FC15AD" w:rsidRDefault="009E6BA0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BBD16F" w14:textId="77777777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FC15AD">
              <w:rPr>
                <w:rFonts w:ascii="Corbel" w:hAnsi="Corbel"/>
                <w:i/>
                <w:sz w:val="24"/>
                <w:szCs w:val="24"/>
              </w:rPr>
              <w:t>Teoriai</w:t>
            </w:r>
            <w:proofErr w:type="spellEnd"/>
            <w:r w:rsidRPr="00FC15AD">
              <w:rPr>
                <w:rFonts w:ascii="Corbel" w:hAnsi="Corbel"/>
                <w:i/>
                <w:sz w:val="24"/>
                <w:szCs w:val="24"/>
              </w:rPr>
              <w:t xml:space="preserve"> praktyka oddziaływań profilaktyczno-wspierających rozwój osób z niepełnosprawnością.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65E7B00" w14:textId="77777777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1A16326" w14:textId="77777777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676592D3" w14:textId="77777777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Aktywizacja ucznia z niepełnosprawnością w różnych obszarach jego edukacji</w:t>
            </w:r>
            <w:r w:rsidRPr="00FC15AD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3EBEA9AE" w14:textId="77777777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Pedagog specjalny w procesie edukacji, rehabilitacji i resocjalizacji</w:t>
            </w:r>
            <w:r w:rsidRPr="00FC15AD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338049CF" w14:textId="77777777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O poznawaniu siebie i świata przez dziecko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5B9C5C9E" w14:textId="3E14EF21" w:rsidR="00243ECC" w:rsidRPr="00FC15AD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FC15AD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8C79B45" w14:textId="77777777" w:rsidR="004313CA" w:rsidRPr="00FC15AD" w:rsidRDefault="004313CA" w:rsidP="004313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Słupek K., </w:t>
            </w:r>
            <w:r w:rsidRPr="00FC15AD">
              <w:rPr>
                <w:rFonts w:ascii="Corbel" w:hAnsi="Corbel"/>
                <w:i/>
                <w:iCs/>
                <w:sz w:val="24"/>
                <w:szCs w:val="24"/>
              </w:rPr>
              <w:t>Uczniowie ze specjalnymi potrzebami edukacyjnymi</w:t>
            </w:r>
            <w:r w:rsidRPr="00FC15AD">
              <w:rPr>
                <w:rFonts w:ascii="Corbel" w:hAnsi="Corbel"/>
                <w:sz w:val="24"/>
                <w:szCs w:val="24"/>
              </w:rPr>
              <w:t>, Gdańsk 2020.</w:t>
            </w:r>
          </w:p>
          <w:p w14:paraId="3C9C5220" w14:textId="77777777" w:rsidR="004313CA" w:rsidRPr="00FC15AD" w:rsidRDefault="004313CA" w:rsidP="004313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Weremczuk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E., Przybysz-Zaremba M., Gardian-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Miałkowska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R., </w:t>
            </w:r>
          </w:p>
          <w:p w14:paraId="44269FA7" w14:textId="540767F8" w:rsidR="004313CA" w:rsidRPr="00FC15AD" w:rsidRDefault="004313CA" w:rsidP="004313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54D7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Specjalne potrzeby edukacyjne w praktyce pedagogicznej Wybrane obszary i rozwiązania</w:t>
            </w:r>
            <w:r w:rsidRPr="00FC15AD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FC15A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Toruń 2020.</w:t>
            </w:r>
          </w:p>
          <w:p w14:paraId="189A121C" w14:textId="77777777" w:rsidR="00243ECC" w:rsidRPr="00FC15AD" w:rsidRDefault="00243ECC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C15AD" w14:paraId="3386348A" w14:textId="77777777" w:rsidTr="0071620A">
        <w:trPr>
          <w:trHeight w:val="397"/>
        </w:trPr>
        <w:tc>
          <w:tcPr>
            <w:tcW w:w="7513" w:type="dxa"/>
          </w:tcPr>
          <w:p w14:paraId="741DFBB8" w14:textId="77777777" w:rsidR="0085747A" w:rsidRPr="00FC15AD" w:rsidRDefault="0085747A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15A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4EB755" w14:textId="77777777" w:rsidR="009E6BA0" w:rsidRPr="00FC15AD" w:rsidRDefault="009E6BA0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DC0A87" w14:textId="77777777" w:rsidR="00243ECC" w:rsidRPr="00FC15AD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078C9DEF" w14:textId="77777777" w:rsidR="00243ECC" w:rsidRPr="00FC15AD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Chodkowska M., Osik-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FC15AD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389398D7" w14:textId="77777777" w:rsidR="00243ECC" w:rsidRPr="00FC15AD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>Jakoniuk-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O co pytają rodzice dzieci z niepełnosprawnością?</w:t>
            </w:r>
            <w:r w:rsidRPr="00FC15AD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15B40BB" w14:textId="77777777" w:rsidR="00243ECC" w:rsidRPr="00FC15AD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FC15AD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FC15AD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FC15AD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4CF0A7D" w14:textId="77777777" w:rsidR="00243ECC" w:rsidRPr="00FC15AD" w:rsidRDefault="00243ECC" w:rsidP="00797538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C15AD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FC15AD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FC15AD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45D26554" w14:textId="77777777" w:rsidR="00243ECC" w:rsidRPr="00FC15AD" w:rsidRDefault="00243ECC" w:rsidP="00797538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3E9A50A0" w14:textId="77777777" w:rsidR="0085747A" w:rsidRPr="00FC15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FC15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0BDEA819" w:rsidR="0085747A" w:rsidRPr="009C54AE" w:rsidRDefault="00E83E4B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                   </w:t>
      </w:r>
      <w:bookmarkStart w:id="0" w:name="_GoBack"/>
      <w:bookmarkEnd w:id="0"/>
      <w:r w:rsidR="0085747A" w:rsidRPr="00FC15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21502" w14:textId="77777777" w:rsidR="00C220E9" w:rsidRDefault="00C220E9" w:rsidP="00C16ABF">
      <w:pPr>
        <w:spacing w:after="0" w:line="240" w:lineRule="auto"/>
      </w:pPr>
      <w:r>
        <w:separator/>
      </w:r>
    </w:p>
  </w:endnote>
  <w:endnote w:type="continuationSeparator" w:id="0">
    <w:p w14:paraId="4BB57F20" w14:textId="77777777" w:rsidR="00C220E9" w:rsidRDefault="00C220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38E72" w14:textId="77777777" w:rsidR="00C220E9" w:rsidRDefault="00C220E9" w:rsidP="00C16ABF">
      <w:pPr>
        <w:spacing w:after="0" w:line="240" w:lineRule="auto"/>
      </w:pPr>
      <w:r>
        <w:separator/>
      </w:r>
    </w:p>
  </w:footnote>
  <w:footnote w:type="continuationSeparator" w:id="0">
    <w:p w14:paraId="442BA753" w14:textId="77777777" w:rsidR="00C220E9" w:rsidRDefault="00C220E9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96D3B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633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20C0"/>
    <w:rsid w:val="002336F9"/>
    <w:rsid w:val="0024028F"/>
    <w:rsid w:val="00243ECC"/>
    <w:rsid w:val="00244ABC"/>
    <w:rsid w:val="002502BF"/>
    <w:rsid w:val="00251185"/>
    <w:rsid w:val="002639F6"/>
    <w:rsid w:val="00281FF2"/>
    <w:rsid w:val="002857DE"/>
    <w:rsid w:val="00291567"/>
    <w:rsid w:val="002A22BF"/>
    <w:rsid w:val="002A2389"/>
    <w:rsid w:val="002A671D"/>
    <w:rsid w:val="002A7085"/>
    <w:rsid w:val="002B4D55"/>
    <w:rsid w:val="002B5EA0"/>
    <w:rsid w:val="002B6119"/>
    <w:rsid w:val="002C1F06"/>
    <w:rsid w:val="002D0044"/>
    <w:rsid w:val="002D3375"/>
    <w:rsid w:val="002D73D4"/>
    <w:rsid w:val="002F02A3"/>
    <w:rsid w:val="002F4ABE"/>
    <w:rsid w:val="003018BA"/>
    <w:rsid w:val="0030395F"/>
    <w:rsid w:val="00305C92"/>
    <w:rsid w:val="0031231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3C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98B"/>
    <w:rsid w:val="004D5282"/>
    <w:rsid w:val="004F1551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6696D"/>
    <w:rsid w:val="00566DEC"/>
    <w:rsid w:val="00573EF9"/>
    <w:rsid w:val="0059071A"/>
    <w:rsid w:val="0059484D"/>
    <w:rsid w:val="005A0855"/>
    <w:rsid w:val="005A3196"/>
    <w:rsid w:val="005C080F"/>
    <w:rsid w:val="005C55E5"/>
    <w:rsid w:val="005C696A"/>
    <w:rsid w:val="005E6E85"/>
    <w:rsid w:val="005F31D2"/>
    <w:rsid w:val="005F44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4F4"/>
    <w:rsid w:val="006E5D65"/>
    <w:rsid w:val="006F1282"/>
    <w:rsid w:val="006F1FBC"/>
    <w:rsid w:val="006F31E2"/>
    <w:rsid w:val="00706544"/>
    <w:rsid w:val="007072BA"/>
    <w:rsid w:val="007146C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38"/>
    <w:rsid w:val="007A4022"/>
    <w:rsid w:val="007A6E6E"/>
    <w:rsid w:val="007B22D3"/>
    <w:rsid w:val="007C3299"/>
    <w:rsid w:val="007C3BCC"/>
    <w:rsid w:val="007C4546"/>
    <w:rsid w:val="007D6E56"/>
    <w:rsid w:val="007F1652"/>
    <w:rsid w:val="007F4155"/>
    <w:rsid w:val="0081554D"/>
    <w:rsid w:val="0081707E"/>
    <w:rsid w:val="00844138"/>
    <w:rsid w:val="008449B3"/>
    <w:rsid w:val="0085747A"/>
    <w:rsid w:val="00884922"/>
    <w:rsid w:val="00885F64"/>
    <w:rsid w:val="008917F9"/>
    <w:rsid w:val="008952CA"/>
    <w:rsid w:val="008A45F7"/>
    <w:rsid w:val="008B431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9D7"/>
    <w:rsid w:val="00916188"/>
    <w:rsid w:val="00923D7D"/>
    <w:rsid w:val="009345F9"/>
    <w:rsid w:val="009508DF"/>
    <w:rsid w:val="00950DAC"/>
    <w:rsid w:val="00954A07"/>
    <w:rsid w:val="0096453C"/>
    <w:rsid w:val="00984C4A"/>
    <w:rsid w:val="00997F14"/>
    <w:rsid w:val="009A78D9"/>
    <w:rsid w:val="009B3572"/>
    <w:rsid w:val="009C1331"/>
    <w:rsid w:val="009C3E31"/>
    <w:rsid w:val="009C54AE"/>
    <w:rsid w:val="009C788E"/>
    <w:rsid w:val="009D083F"/>
    <w:rsid w:val="009E3B41"/>
    <w:rsid w:val="009E6BA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C06"/>
    <w:rsid w:val="00BC304F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20E9"/>
    <w:rsid w:val="00C26CB7"/>
    <w:rsid w:val="00C3134E"/>
    <w:rsid w:val="00C324C1"/>
    <w:rsid w:val="00C36992"/>
    <w:rsid w:val="00C56036"/>
    <w:rsid w:val="00C56663"/>
    <w:rsid w:val="00C570F4"/>
    <w:rsid w:val="00C61DC5"/>
    <w:rsid w:val="00C67E92"/>
    <w:rsid w:val="00C70A26"/>
    <w:rsid w:val="00C766DF"/>
    <w:rsid w:val="00C92758"/>
    <w:rsid w:val="00C94B98"/>
    <w:rsid w:val="00CA2B96"/>
    <w:rsid w:val="00CA5089"/>
    <w:rsid w:val="00CA5BF1"/>
    <w:rsid w:val="00CB42CB"/>
    <w:rsid w:val="00CB497E"/>
    <w:rsid w:val="00CB4CA5"/>
    <w:rsid w:val="00CD6897"/>
    <w:rsid w:val="00CE5BAC"/>
    <w:rsid w:val="00CF25BE"/>
    <w:rsid w:val="00CF78ED"/>
    <w:rsid w:val="00D02B25"/>
    <w:rsid w:val="00D02EBA"/>
    <w:rsid w:val="00D05D7D"/>
    <w:rsid w:val="00D1016A"/>
    <w:rsid w:val="00D17C3C"/>
    <w:rsid w:val="00D26B2C"/>
    <w:rsid w:val="00D30A21"/>
    <w:rsid w:val="00D352C9"/>
    <w:rsid w:val="00D360F6"/>
    <w:rsid w:val="00D425B2"/>
    <w:rsid w:val="00D428D6"/>
    <w:rsid w:val="00D552B2"/>
    <w:rsid w:val="00D608D1"/>
    <w:rsid w:val="00D616CC"/>
    <w:rsid w:val="00D670A0"/>
    <w:rsid w:val="00D74119"/>
    <w:rsid w:val="00D747B7"/>
    <w:rsid w:val="00D8075B"/>
    <w:rsid w:val="00D8678B"/>
    <w:rsid w:val="00D92841"/>
    <w:rsid w:val="00DA2114"/>
    <w:rsid w:val="00DE09C0"/>
    <w:rsid w:val="00DE4A14"/>
    <w:rsid w:val="00DF320D"/>
    <w:rsid w:val="00DF71C8"/>
    <w:rsid w:val="00E129B8"/>
    <w:rsid w:val="00E15876"/>
    <w:rsid w:val="00E21E7D"/>
    <w:rsid w:val="00E22FBC"/>
    <w:rsid w:val="00E24BF5"/>
    <w:rsid w:val="00E25338"/>
    <w:rsid w:val="00E46289"/>
    <w:rsid w:val="00E51E44"/>
    <w:rsid w:val="00E63348"/>
    <w:rsid w:val="00E75D4D"/>
    <w:rsid w:val="00E77E88"/>
    <w:rsid w:val="00E8107D"/>
    <w:rsid w:val="00E83E4B"/>
    <w:rsid w:val="00E960BB"/>
    <w:rsid w:val="00E965FA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F070AB"/>
    <w:rsid w:val="00F17567"/>
    <w:rsid w:val="00F27A7B"/>
    <w:rsid w:val="00F526AF"/>
    <w:rsid w:val="00F617C3"/>
    <w:rsid w:val="00F62F56"/>
    <w:rsid w:val="00F7066B"/>
    <w:rsid w:val="00F83B28"/>
    <w:rsid w:val="00F850AC"/>
    <w:rsid w:val="00FA46E5"/>
    <w:rsid w:val="00FA695D"/>
    <w:rsid w:val="00FB7DBA"/>
    <w:rsid w:val="00FC15AD"/>
    <w:rsid w:val="00FC1C25"/>
    <w:rsid w:val="00FC3F45"/>
    <w:rsid w:val="00FD1D2C"/>
    <w:rsid w:val="00FD503F"/>
    <w:rsid w:val="00FD7589"/>
    <w:rsid w:val="00FF016A"/>
    <w:rsid w:val="00FF1401"/>
    <w:rsid w:val="00FF588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D7BD8-E07E-4CB7-8DDA-577F0C770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1058</Words>
  <Characters>6353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7</cp:revision>
  <cp:lastPrinted>2019-10-19T16:21:00Z</cp:lastPrinted>
  <dcterms:created xsi:type="dcterms:W3CDTF">2022-04-27T07:30:00Z</dcterms:created>
  <dcterms:modified xsi:type="dcterms:W3CDTF">2022-09-30T07:36:00Z</dcterms:modified>
</cp:coreProperties>
</file>